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4A1056DC" w:rsidR="000D24FD" w:rsidRPr="00D105E8" w:rsidRDefault="000D24FD" w:rsidP="00D105E8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C70F46">
        <w:rPr>
          <w:rFonts w:ascii="Verdana" w:hAnsi="Verdana" w:cstheme="minorHAnsi"/>
          <w:b/>
          <w:sz w:val="20"/>
        </w:rPr>
        <w:t>00</w:t>
      </w:r>
      <w:r w:rsidR="002C0D7A">
        <w:rPr>
          <w:rFonts w:ascii="Verdana" w:hAnsi="Verdana" w:cstheme="minorHAnsi"/>
          <w:b/>
          <w:sz w:val="20"/>
        </w:rPr>
        <w:t>4</w:t>
      </w:r>
      <w:r w:rsidR="00C70F46">
        <w:rPr>
          <w:rFonts w:ascii="Verdana" w:hAnsi="Verdana" w:cstheme="minorHAnsi"/>
          <w:b/>
          <w:sz w:val="20"/>
        </w:rPr>
        <w:t>9</w:t>
      </w:r>
      <w:r w:rsidR="00D921A7" w:rsidRPr="00DF32EC">
        <w:rPr>
          <w:rFonts w:ascii="Verdana" w:hAnsi="Verdana" w:cstheme="minorHAnsi"/>
          <w:b/>
          <w:sz w:val="20"/>
        </w:rPr>
        <w:t>/202</w:t>
      </w:r>
      <w:r w:rsidR="00C70F46">
        <w:rPr>
          <w:rFonts w:ascii="Verdana" w:hAnsi="Verdana" w:cstheme="minorHAnsi"/>
          <w:b/>
          <w:sz w:val="20"/>
        </w:rPr>
        <w:t>6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594FE0" w:rsidRPr="00C3699F">
        <w:rPr>
          <w:rFonts w:cs="Arial"/>
          <w:b/>
          <w:bCs/>
          <w:i/>
          <w:color w:val="000000"/>
          <w:spacing w:val="-15"/>
        </w:rPr>
        <w:t xml:space="preserve">Budowa sieci </w:t>
      </w:r>
      <w:proofErr w:type="spellStart"/>
      <w:r w:rsidR="00594FE0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594FE0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594FE0">
        <w:rPr>
          <w:rFonts w:cs="Arial"/>
          <w:b/>
          <w:bCs/>
          <w:i/>
          <w:color w:val="000000"/>
          <w:spacing w:val="-15"/>
        </w:rPr>
        <w:t xml:space="preserve"> </w:t>
      </w:r>
      <w:r w:rsidR="00594FE0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C70F46">
        <w:rPr>
          <w:rFonts w:cs="Arial"/>
          <w:b/>
          <w:bCs/>
          <w:i/>
          <w:color w:val="000000"/>
          <w:spacing w:val="-15"/>
        </w:rPr>
        <w:t>2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E01AED9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C70F46">
            <w:rPr>
              <w:rFonts w:asciiTheme="majorHAnsi" w:hAnsiTheme="majorHAnsi"/>
              <w:color w:val="000000" w:themeColor="text1"/>
              <w:sz w:val="14"/>
              <w:szCs w:val="18"/>
            </w:rPr>
            <w:t>00</w:t>
          </w:r>
          <w:r w:rsidR="002C0D7A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C70F46"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C70F46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592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D7A"/>
    <w:rsid w:val="002C2B83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3322"/>
    <w:rsid w:val="00530FC9"/>
    <w:rsid w:val="00535E9B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94FE0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33A6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30A1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63F"/>
    <w:rsid w:val="00C53A22"/>
    <w:rsid w:val="00C64A07"/>
    <w:rsid w:val="00C6569B"/>
    <w:rsid w:val="00C66B9A"/>
    <w:rsid w:val="00C707D1"/>
    <w:rsid w:val="00C70F46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5E8"/>
    <w:rsid w:val="00D10930"/>
    <w:rsid w:val="00D1247E"/>
    <w:rsid w:val="00D1385E"/>
    <w:rsid w:val="00D21BCE"/>
    <w:rsid w:val="00D516C1"/>
    <w:rsid w:val="00D5226F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4C70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49_Załącznik nr 7 do SWZ.docx</dmsv2BaseFileName>
    <dmsv2BaseDisplayName xmlns="http://schemas.microsoft.com/sharepoint/v3">49_Załącznik nr 7 do SWZ</dmsv2BaseDisplayName>
    <dmsv2SWPP2ObjectNumber xmlns="http://schemas.microsoft.com/sharepoint/v3">POST/DYS/OB/GZ/00049/2026                         </dmsv2SWPP2ObjectNumber>
    <dmsv2SWPP2SumMD5 xmlns="http://schemas.microsoft.com/sharepoint/v3">de258e51ed5bb931f8aa1b5e7c9139ca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24131188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JEUP5JKVCYQC-1092029480-7653</_dlc_DocId>
    <_dlc_DocIdUrl xmlns="a19cb1c7-c5c7-46d4-85ae-d83685407bba">
      <Url>https://swpp2.dms.gkpge.pl/sites/41/_layouts/15/DocIdRedir.aspx?ID=JEUP5JKVCYQC-1092029480-7653</Url>
      <Description>JEUP5JKVCYQC-1092029480-7653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77A8A5-00EE-4B29-9D0E-D8C26FD88B6C}"/>
</file>

<file path=customXml/itemProps5.xml><?xml version="1.0" encoding="utf-8"?>
<ds:datastoreItem xmlns:ds="http://schemas.openxmlformats.org/officeDocument/2006/customXml" ds:itemID="{48719349-AABD-49E5-A4D8-67BCA01E687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2026-01-14T10:25:00Z</dcterms:created>
  <dcterms:modified xsi:type="dcterms:W3CDTF">2026-01-14T10:25:00Z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df740751-274b-45d9-9953-7fbe88b9c70b</vt:lpwstr>
  </property>
</Properties>
</file>